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A11C69-3AD7-4D34-8167-E6122964AA66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